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8C" w:rsidRDefault="00DC0E41">
      <w:bookmarkStart w:id="0" w:name="_GoBack"/>
      <w:r>
        <w:rPr>
          <w:noProof/>
          <w:lang w:eastAsia="ru-RU"/>
        </w:rPr>
        <w:drawing>
          <wp:inline distT="0" distB="0" distL="0" distR="0" wp14:anchorId="5062C5BB" wp14:editId="7488B5D5">
            <wp:extent cx="9562389" cy="5354198"/>
            <wp:effectExtent l="0" t="0" r="1270" b="0"/>
            <wp:docPr id="2" name="Рисунок 2" descr="http://pesochnizza.ru/wp-content/uploads/2012/12/novogodnie-igry-dlja-detej-najdi-otlichij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sochnizza.ru/wp-content/uploads/2012/12/novogodnie-igry-dlja-detej-najdi-otlichija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2465" cy="5354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lastRenderedPageBreak/>
        <w:drawing>
          <wp:inline distT="0" distB="0" distL="0" distR="0" wp14:anchorId="5B29CFCD" wp14:editId="042F4D1E">
            <wp:extent cx="9749506" cy="5166911"/>
            <wp:effectExtent l="0" t="0" r="4445" b="0"/>
            <wp:docPr id="3" name="Рисунок 3" descr="http://itd2.mycdn.me/image?id=863599111602&amp;t=20&amp;plc=WEB&amp;tkn=*RvuQbFwgFOgdzhlOxPjbM_ruJj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td2.mycdn.me/image?id=863599111602&amp;t=20&amp;plc=WEB&amp;tkn=*RvuQbFwgFOgdzhlOxPjbM_ruJj0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25"/>
                    <a:stretch/>
                  </pic:blipFill>
                  <pic:spPr bwMode="auto">
                    <a:xfrm>
                      <a:off x="0" y="0"/>
                      <a:ext cx="9749790" cy="5167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62A0A">
        <w:rPr>
          <w:noProof/>
          <w:lang w:eastAsia="ru-RU"/>
        </w:rPr>
        <w:lastRenderedPageBreak/>
        <w:drawing>
          <wp:inline distT="0" distB="0" distL="0" distR="0" wp14:anchorId="0857566C" wp14:editId="6CF86F67">
            <wp:extent cx="9749790" cy="5453380"/>
            <wp:effectExtent l="0" t="0" r="3810" b="0"/>
            <wp:docPr id="1" name="Рисунок 1" descr="https://elenapindiurina.ru/images/Raznoe/naidi_otliziia/novogodnie-igry-dlja-detej-najdi-otlichija-1024x5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lenapindiurina.ru/images/Raznoe/naidi_otliziia/novogodnie-igry-dlja-detej-najdi-otlichija-1024x57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9790" cy="54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018C" w:rsidSect="00562A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0F"/>
    <w:rsid w:val="00562A0A"/>
    <w:rsid w:val="0072310F"/>
    <w:rsid w:val="00CE018C"/>
    <w:rsid w:val="00DC0E41"/>
    <w:rsid w:val="00F8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6AD5572A</Template>
  <TotalTime>12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Капитанова</dc:creator>
  <cp:keywords/>
  <dc:description/>
  <cp:lastModifiedBy>Татьяна И. Капитанова</cp:lastModifiedBy>
  <cp:revision>3</cp:revision>
  <dcterms:created xsi:type="dcterms:W3CDTF">2018-12-24T15:04:00Z</dcterms:created>
  <dcterms:modified xsi:type="dcterms:W3CDTF">2018-12-24T15:17:00Z</dcterms:modified>
</cp:coreProperties>
</file>